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5B11CE1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2B2671">
        <w:rPr>
          <w:rFonts w:ascii="Corbel" w:hAnsi="Corbel"/>
          <w:i/>
          <w:smallCaps/>
          <w:sz w:val="24"/>
          <w:szCs w:val="24"/>
        </w:rPr>
        <w:t>2019-2022</w:t>
      </w:r>
    </w:p>
    <w:p w14:paraId="4B87A039" w14:textId="427300A6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2B2671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2B2671">
        <w:rPr>
          <w:rFonts w:ascii="Corbel" w:hAnsi="Corbel"/>
          <w:sz w:val="20"/>
          <w:szCs w:val="20"/>
        </w:rPr>
        <w:t>2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E/I/EiZSP/C-1.13a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77777777" w:rsidR="00015B8F" w:rsidRPr="009C54AE" w:rsidRDefault="00C5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04D97111" w:rsidR="00E960BB" w:rsidRPr="009026B1" w:rsidRDefault="005810AE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8C4E0" w14:textId="77777777" w:rsidR="00D015C5" w:rsidRDefault="00D015C5" w:rsidP="00C16ABF">
      <w:pPr>
        <w:spacing w:after="0" w:line="240" w:lineRule="auto"/>
      </w:pPr>
      <w:r>
        <w:separator/>
      </w:r>
    </w:p>
  </w:endnote>
  <w:endnote w:type="continuationSeparator" w:id="0">
    <w:p w14:paraId="1CF366C6" w14:textId="77777777" w:rsidR="00D015C5" w:rsidRDefault="00D015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5C3B2" w14:textId="77777777" w:rsidR="00D015C5" w:rsidRDefault="00D015C5" w:rsidP="00C16ABF">
      <w:pPr>
        <w:spacing w:after="0" w:line="240" w:lineRule="auto"/>
      </w:pPr>
      <w:r>
        <w:separator/>
      </w:r>
    </w:p>
  </w:footnote>
  <w:footnote w:type="continuationSeparator" w:id="0">
    <w:p w14:paraId="6CC37C86" w14:textId="77777777" w:rsidR="00D015C5" w:rsidRDefault="00D015C5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67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0AE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15C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184F6810-01AA-44B3-8DE6-3C0263B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0D6933-6AC4-4151-861C-760D7DB29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78873-76FB-474A-8BA1-CAA97AC1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874</Words>
  <Characters>5247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2020-11-17T18:59:00Z</dcterms:created>
  <dcterms:modified xsi:type="dcterms:W3CDTF">2021-02-12T16:01:00Z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